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7346D348" w:rsidR="00421E32" w:rsidRPr="008D3939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 w:rsidRPr="008D3939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1B274D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TERMS OF REFERENCE FOR CONSULTING SERVICES</w:t>
      </w:r>
      <w:r w:rsidR="00E567A5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C07DFC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TEMPLATE FOR NARRATIVE PROPOSAL</w:t>
      </w:r>
    </w:p>
    <w:p w14:paraId="71E15998" w14:textId="149267FE" w:rsidR="00141577" w:rsidRPr="008D3939" w:rsidRDefault="00141577" w:rsidP="003A024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8D3939">
        <w:rPr>
          <w:b/>
          <w:lang w:val="en-GB"/>
        </w:rPr>
        <w:t>Procurement No:</w:t>
      </w:r>
      <w:r w:rsidRPr="008D3939">
        <w:rPr>
          <w:lang w:val="en-GB"/>
        </w:rPr>
        <w:tab/>
      </w:r>
      <w:bookmarkEnd w:id="0"/>
      <w:bookmarkEnd w:id="1"/>
      <w:bookmarkEnd w:id="2"/>
      <w:bookmarkEnd w:id="3"/>
      <w:r w:rsidR="009568D3">
        <w:rPr>
          <w:rStyle w:val="Strong"/>
          <w:lang w:val="en-GB"/>
        </w:rPr>
        <w:t>21-CS001 - 25</w:t>
      </w:r>
    </w:p>
    <w:p w14:paraId="7DE98D9E" w14:textId="5488301E" w:rsidR="008857C5" w:rsidRPr="008D3939" w:rsidRDefault="008857C5">
      <w:pPr>
        <w:rPr>
          <w:rFonts w:cs="Calibri"/>
          <w:b/>
          <w:lang w:val="en-GB" w:eastAsia="ko-KR"/>
        </w:rPr>
      </w:pPr>
      <w:r w:rsidRPr="008D3939">
        <w:rPr>
          <w:rFonts w:cs="Calibri"/>
          <w:b/>
          <w:lang w:val="en-GB" w:eastAsia="ko-KR"/>
        </w:rPr>
        <w:br w:type="page"/>
      </w:r>
    </w:p>
    <w:p w14:paraId="1770CFCF" w14:textId="01A8165F" w:rsidR="0071156A" w:rsidRPr="008D3939" w:rsidRDefault="009E488B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List of Documents</w:t>
      </w:r>
    </w:p>
    <w:p w14:paraId="14D63E92" w14:textId="4E8B4174" w:rsidR="0081425B" w:rsidRDefault="00117419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D3939">
        <w:rPr>
          <w:rFonts w:asciiTheme="minorHAnsi" w:hAnsiTheme="minorHAnsi" w:cs="Calibri"/>
          <w:lang w:val="en-GB"/>
        </w:rPr>
        <w:fldChar w:fldCharType="begin"/>
      </w:r>
      <w:r w:rsidR="000D4100" w:rsidRPr="008D3939">
        <w:rPr>
          <w:rFonts w:asciiTheme="minorHAnsi" w:hAnsiTheme="minorHAnsi" w:cs="Calibri"/>
          <w:lang w:val="en-GB"/>
        </w:rPr>
        <w:instrText xml:space="preserve"> TOC \o "1-4" </w:instrText>
      </w:r>
      <w:r w:rsidRPr="008D3939">
        <w:rPr>
          <w:rFonts w:asciiTheme="minorHAnsi" w:hAnsiTheme="minorHAnsi" w:cs="Calibri"/>
          <w:lang w:val="en-GB"/>
        </w:rPr>
        <w:fldChar w:fldCharType="separate"/>
      </w:r>
      <w:r w:rsidR="0081425B">
        <w:rPr>
          <w:noProof/>
        </w:rPr>
        <w:t>A.</w:t>
      </w:r>
      <w:r w:rsidR="0081425B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="0081425B">
        <w:rPr>
          <w:noProof/>
        </w:rPr>
        <w:t>Description of the Services</w:t>
      </w:r>
      <w:r w:rsidR="0081425B">
        <w:rPr>
          <w:noProof/>
        </w:rPr>
        <w:tab/>
      </w:r>
      <w:r w:rsidR="0081425B">
        <w:rPr>
          <w:noProof/>
        </w:rPr>
        <w:fldChar w:fldCharType="begin"/>
      </w:r>
      <w:r w:rsidR="0081425B">
        <w:rPr>
          <w:noProof/>
        </w:rPr>
        <w:instrText xml:space="preserve"> PAGEREF _Toc44939738 \h </w:instrText>
      </w:r>
      <w:r w:rsidR="0081425B">
        <w:rPr>
          <w:noProof/>
        </w:rPr>
      </w:r>
      <w:r w:rsidR="0081425B">
        <w:rPr>
          <w:noProof/>
        </w:rPr>
        <w:fldChar w:fldCharType="separate"/>
      </w:r>
      <w:r w:rsidR="0081425B">
        <w:rPr>
          <w:noProof/>
        </w:rPr>
        <w:t>3</w:t>
      </w:r>
      <w:r w:rsidR="0081425B">
        <w:rPr>
          <w:noProof/>
        </w:rPr>
        <w:fldChar w:fldCharType="end"/>
      </w:r>
    </w:p>
    <w:p w14:paraId="7A2B1AE3" w14:textId="224A9E36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Team Composition and Task Assignments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B36AFA" w14:textId="20443E0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Time Schedule for Professional Personnel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81BE40C" w14:textId="7269F72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Schedule of Project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1085111" w14:textId="5A8C4C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D47E89">
        <w:rPr>
          <w:rFonts w:ascii="Times New Roman" w:hAnsi="Times New Roman"/>
          <w:noProof/>
          <w:lang w:eastAsia="ko-KR"/>
        </w:rPr>
        <w:t>E.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  <w:lang w:eastAsia="ko-KR"/>
        </w:rPr>
        <w:t>technical and knowledge capability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71AAF33" w14:textId="4BA43AFA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  <w:lang w:eastAsia="ko-KR"/>
        </w:rPr>
        <w:t>F.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Curriculum Vitae (CV) for Proposed Professional Staff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5C00FF2" w14:textId="6E3976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G.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Tenderer’s 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FB08990" w14:textId="043082BF" w:rsidR="00AD20ED" w:rsidRPr="008D3939" w:rsidRDefault="00117419" w:rsidP="00852370">
      <w:pPr>
        <w:rPr>
          <w:rFonts w:cs="Calibri"/>
          <w:lang w:val="en-GB"/>
        </w:rPr>
      </w:pPr>
      <w:r w:rsidRPr="008D3939">
        <w:rPr>
          <w:rFonts w:asciiTheme="minorHAnsi" w:hAnsiTheme="minorHAnsi" w:cs="Calibri"/>
          <w:caps/>
          <w:lang w:val="en-GB"/>
        </w:rPr>
        <w:fldChar w:fldCharType="end"/>
      </w:r>
    </w:p>
    <w:p w14:paraId="0B8F80A7" w14:textId="77777777" w:rsidR="00EA5718" w:rsidRPr="008D3939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8D3939">
        <w:rPr>
          <w:rFonts w:cs="Calibri"/>
          <w:sz w:val="32"/>
          <w:szCs w:val="32"/>
          <w:lang w:val="en-GB"/>
        </w:rPr>
        <w:br w:type="page"/>
      </w:r>
    </w:p>
    <w:p w14:paraId="3CB3DEE5" w14:textId="286EF735" w:rsidR="0096062B" w:rsidRPr="008D3939" w:rsidRDefault="0096062B" w:rsidP="004340F8">
      <w:pPr>
        <w:pStyle w:val="Heading2"/>
        <w:numPr>
          <w:ilvl w:val="0"/>
          <w:numId w:val="17"/>
        </w:numPr>
      </w:pPr>
      <w:bookmarkStart w:id="5" w:name="_Toc44939738"/>
      <w:bookmarkEnd w:id="4"/>
      <w:r w:rsidRPr="008D3939">
        <w:lastRenderedPageBreak/>
        <w:t xml:space="preserve">Description of the </w:t>
      </w:r>
      <w:r w:rsidR="001B274D" w:rsidRPr="008D3939">
        <w:t>Services</w:t>
      </w:r>
      <w:bookmarkEnd w:id="5"/>
    </w:p>
    <w:p w14:paraId="5B7AC21F" w14:textId="77777777" w:rsidR="0096062B" w:rsidRPr="008D3939" w:rsidRDefault="0096062B" w:rsidP="0096062B">
      <w:pPr>
        <w:pBdr>
          <w:bottom w:val="single" w:sz="12" w:space="1" w:color="auto"/>
        </w:pBdr>
        <w:rPr>
          <w:rFonts w:ascii="Times New Roman" w:hAnsi="Times New Roman"/>
          <w:b/>
          <w:sz w:val="28"/>
          <w:lang w:val="en-GB"/>
        </w:rPr>
      </w:pPr>
    </w:p>
    <w:p w14:paraId="0F760252" w14:textId="77777777" w:rsidR="0096062B" w:rsidRPr="008D3939" w:rsidRDefault="0096062B" w:rsidP="0096062B">
      <w:pPr>
        <w:jc w:val="center"/>
        <w:rPr>
          <w:rFonts w:ascii="Times New Roman" w:hAnsi="Times New Roman"/>
          <w:lang w:val="en-GB" w:eastAsia="ko-KR"/>
        </w:rPr>
      </w:pPr>
    </w:p>
    <w:p w14:paraId="2AEB5C21" w14:textId="0115EA33" w:rsidR="0096062B" w:rsidRPr="00076C11" w:rsidRDefault="00454D87" w:rsidP="0096062B">
      <w:pPr>
        <w:rPr>
          <w:rFonts w:ascii="Times New Roman" w:hAnsi="Times New Roman"/>
          <w:i/>
          <w:iCs/>
          <w:lang w:val="en-GB" w:eastAsia="ko-KR"/>
        </w:rPr>
      </w:pPr>
      <w:r w:rsidRPr="00076C11">
        <w:rPr>
          <w:rFonts w:ascii="Times New Roman" w:hAnsi="Times New Roman"/>
          <w:i/>
          <w:iCs/>
          <w:lang w:val="en-GB" w:eastAsia="ko-KR"/>
        </w:rPr>
        <w:t xml:space="preserve">Please refer to </w:t>
      </w:r>
      <w:r w:rsidR="00076C11" w:rsidRPr="00076C11">
        <w:rPr>
          <w:rFonts w:ascii="Times New Roman" w:hAnsi="Times New Roman"/>
          <w:i/>
          <w:iCs/>
          <w:lang w:val="en-GB" w:eastAsia="ko-KR"/>
        </w:rPr>
        <w:t>Template 4 - Terms of reference section</w:t>
      </w:r>
      <w:r w:rsidR="00076C11">
        <w:rPr>
          <w:rFonts w:ascii="Times New Roman" w:hAnsi="Times New Roman"/>
          <w:i/>
          <w:iCs/>
          <w:lang w:val="en-GB" w:eastAsia="ko-KR"/>
        </w:rPr>
        <w:t>,</w:t>
      </w:r>
      <w:r w:rsidR="00076C11" w:rsidRPr="00076C11">
        <w:rPr>
          <w:rFonts w:ascii="Times New Roman" w:hAnsi="Times New Roman"/>
          <w:i/>
          <w:iCs/>
          <w:lang w:val="en-GB" w:eastAsia="ko-KR"/>
        </w:rPr>
        <w:t xml:space="preserve"> which </w:t>
      </w:r>
      <w:r w:rsidR="00076C11">
        <w:rPr>
          <w:rFonts w:ascii="Times New Roman" w:hAnsi="Times New Roman"/>
          <w:i/>
          <w:iCs/>
          <w:lang w:val="en-GB" w:eastAsia="ko-KR"/>
        </w:rPr>
        <w:t>provides</w:t>
      </w:r>
      <w:r w:rsidR="00076C11" w:rsidRPr="00076C11">
        <w:rPr>
          <w:rFonts w:ascii="Times New Roman" w:hAnsi="Times New Roman"/>
          <w:i/>
          <w:iCs/>
          <w:lang w:val="en-GB" w:eastAsia="ko-KR"/>
        </w:rPr>
        <w:t xml:space="preserve"> details of </w:t>
      </w:r>
      <w:r w:rsidR="00076C11">
        <w:rPr>
          <w:rFonts w:ascii="Times New Roman" w:hAnsi="Times New Roman"/>
          <w:i/>
          <w:iCs/>
          <w:lang w:val="en-GB" w:eastAsia="ko-KR"/>
        </w:rPr>
        <w:t xml:space="preserve">the </w:t>
      </w:r>
      <w:r w:rsidR="00076C11" w:rsidRPr="00076C11">
        <w:rPr>
          <w:rFonts w:ascii="Times New Roman" w:hAnsi="Times New Roman"/>
          <w:i/>
          <w:iCs/>
          <w:lang w:val="en-GB" w:eastAsia="ko-KR"/>
        </w:rPr>
        <w:t xml:space="preserve">services required for which </w:t>
      </w:r>
      <w:r w:rsidR="00076C11">
        <w:rPr>
          <w:rFonts w:ascii="Times New Roman" w:hAnsi="Times New Roman"/>
          <w:i/>
          <w:iCs/>
          <w:lang w:val="en-GB" w:eastAsia="ko-KR"/>
        </w:rPr>
        <w:t xml:space="preserve">the </w:t>
      </w:r>
      <w:r w:rsidR="00076C11" w:rsidRPr="00076C11">
        <w:rPr>
          <w:rFonts w:ascii="Times New Roman" w:hAnsi="Times New Roman"/>
          <w:i/>
          <w:iCs/>
          <w:lang w:val="en-GB" w:eastAsia="ko-KR"/>
        </w:rPr>
        <w:t xml:space="preserve">consultant </w:t>
      </w:r>
      <w:r w:rsidR="00076C11">
        <w:rPr>
          <w:rFonts w:ascii="Times New Roman" w:hAnsi="Times New Roman"/>
          <w:i/>
          <w:iCs/>
          <w:lang w:val="en-GB" w:eastAsia="ko-KR"/>
        </w:rPr>
        <w:t>is invited to provide the services.</w:t>
      </w:r>
    </w:p>
    <w:p w14:paraId="01851909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275"/>
        <w:gridCol w:w="2551"/>
      </w:tblGrid>
      <w:tr w:rsidR="0096062B" w:rsidRPr="008D3939" w14:paraId="30FFB1D3" w14:textId="77777777" w:rsidTr="004B4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F7F8BB4" w14:textId="13D1D2C7" w:rsidR="0096062B" w:rsidRPr="008D3939" w:rsidRDefault="0096062B" w:rsidP="0096062B">
            <w:pPr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Pos.</w:t>
            </w:r>
          </w:p>
        </w:tc>
        <w:tc>
          <w:tcPr>
            <w:tcW w:w="4820" w:type="dxa"/>
          </w:tcPr>
          <w:p w14:paraId="5B1F675C" w14:textId="22BFEE22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Description</w:t>
            </w:r>
          </w:p>
        </w:tc>
        <w:tc>
          <w:tcPr>
            <w:tcW w:w="1275" w:type="dxa"/>
          </w:tcPr>
          <w:p w14:paraId="5ECD0EB5" w14:textId="379D91A7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Number</w:t>
            </w:r>
          </w:p>
        </w:tc>
        <w:tc>
          <w:tcPr>
            <w:tcW w:w="2551" w:type="dxa"/>
          </w:tcPr>
          <w:p w14:paraId="7BBA313B" w14:textId="33F2CCCB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Price (to be Tendered)</w:t>
            </w:r>
          </w:p>
        </w:tc>
      </w:tr>
      <w:tr w:rsidR="0096062B" w:rsidRPr="008D3939" w14:paraId="0DA7EAD0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C55BC33" w14:textId="348382A8" w:rsidR="0096062B" w:rsidRPr="008D3939" w:rsidRDefault="0096062B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1</w:t>
            </w:r>
          </w:p>
        </w:tc>
        <w:tc>
          <w:tcPr>
            <w:tcW w:w="4820" w:type="dxa"/>
          </w:tcPr>
          <w:p w14:paraId="6021D47B" w14:textId="174B0DFF" w:rsidR="0096062B" w:rsidRPr="008D3939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>
              <w:rPr>
                <w:rFonts w:ascii="Times New Roman" w:hAnsi="Times New Roman"/>
                <w:lang w:val="en-GB" w:eastAsia="ko-KR"/>
              </w:rPr>
              <w:t>Conduct feasibility arrangement</w:t>
            </w:r>
          </w:p>
        </w:tc>
        <w:tc>
          <w:tcPr>
            <w:tcW w:w="1275" w:type="dxa"/>
          </w:tcPr>
          <w:p w14:paraId="0CE1585D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3C07ADEB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50FD663C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4AF029A" w14:textId="2447DC92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2</w:t>
            </w:r>
          </w:p>
        </w:tc>
        <w:tc>
          <w:tcPr>
            <w:tcW w:w="4820" w:type="dxa"/>
          </w:tcPr>
          <w:p w14:paraId="0903AC0F" w14:textId="4C4E8D83" w:rsidR="00076C11" w:rsidRPr="008D3939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>
              <w:rPr>
                <w:rFonts w:ascii="Times New Roman" w:hAnsi="Times New Roman"/>
                <w:lang w:val="en-GB" w:eastAsia="ko-KR"/>
              </w:rPr>
              <w:t>Study and advice on legal and institutional frameworks</w:t>
            </w:r>
          </w:p>
        </w:tc>
        <w:tc>
          <w:tcPr>
            <w:tcW w:w="1275" w:type="dxa"/>
          </w:tcPr>
          <w:p w14:paraId="6CEC7451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46374275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0801EFFF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003A13B" w14:textId="4D60C2A8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3</w:t>
            </w:r>
          </w:p>
        </w:tc>
        <w:tc>
          <w:tcPr>
            <w:tcW w:w="4820" w:type="dxa"/>
          </w:tcPr>
          <w:p w14:paraId="264D127A" w14:textId="667239BD" w:rsidR="004B4B30" w:rsidRPr="008D3939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>
              <w:rPr>
                <w:rFonts w:ascii="Times New Roman" w:hAnsi="Times New Roman"/>
                <w:lang w:val="en-GB" w:eastAsia="ko-KR"/>
              </w:rPr>
              <w:t>Develop a Purse seine company business plan</w:t>
            </w:r>
          </w:p>
        </w:tc>
        <w:tc>
          <w:tcPr>
            <w:tcW w:w="1275" w:type="dxa"/>
          </w:tcPr>
          <w:p w14:paraId="75CA9514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77C62838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2F2BFF18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F11ABED" w14:textId="45E5FD0E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4</w:t>
            </w:r>
          </w:p>
        </w:tc>
        <w:tc>
          <w:tcPr>
            <w:tcW w:w="4820" w:type="dxa"/>
          </w:tcPr>
          <w:p w14:paraId="43FD9B82" w14:textId="2A9DFCE0" w:rsidR="004B4B30" w:rsidRPr="008D3939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>
              <w:rPr>
                <w:rFonts w:ascii="Times New Roman" w:hAnsi="Times New Roman"/>
                <w:lang w:val="en-GB" w:eastAsia="ko-KR"/>
              </w:rPr>
              <w:t>Support Access Negotiation</w:t>
            </w:r>
          </w:p>
        </w:tc>
        <w:tc>
          <w:tcPr>
            <w:tcW w:w="1275" w:type="dxa"/>
          </w:tcPr>
          <w:p w14:paraId="7343A017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046198B5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076C11" w:rsidRPr="008D3939" w14:paraId="24E0950B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6A4539B" w14:textId="56C27D8B" w:rsidR="00076C11" w:rsidRPr="008D3939" w:rsidRDefault="00076C11" w:rsidP="0096062B">
            <w:pPr>
              <w:jc w:val="center"/>
              <w:rPr>
                <w:rFonts w:ascii="Times New Roman" w:hAnsi="Times New Roman"/>
                <w:lang w:val="en-GB" w:eastAsia="ko-KR"/>
              </w:rPr>
            </w:pPr>
            <w:r>
              <w:rPr>
                <w:rFonts w:ascii="Times New Roman" w:hAnsi="Times New Roman"/>
                <w:lang w:val="en-GB" w:eastAsia="ko-KR"/>
              </w:rPr>
              <w:t>5</w:t>
            </w:r>
          </w:p>
        </w:tc>
        <w:tc>
          <w:tcPr>
            <w:tcW w:w="4820" w:type="dxa"/>
          </w:tcPr>
          <w:p w14:paraId="59283BBF" w14:textId="6724F3CD" w:rsidR="00076C11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>
              <w:rPr>
                <w:rFonts w:ascii="Times New Roman" w:hAnsi="Times New Roman"/>
                <w:lang w:val="en-GB" w:eastAsia="ko-KR"/>
              </w:rPr>
              <w:t>Capacity building and identification of the human resources required</w:t>
            </w:r>
          </w:p>
        </w:tc>
        <w:tc>
          <w:tcPr>
            <w:tcW w:w="1275" w:type="dxa"/>
          </w:tcPr>
          <w:p w14:paraId="7788F170" w14:textId="77777777" w:rsidR="00076C11" w:rsidRPr="008D3939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5BA35AD5" w14:textId="77777777" w:rsidR="00076C11" w:rsidRPr="008D3939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076C11" w:rsidRPr="008D3939" w14:paraId="3CE1A273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C32F329" w14:textId="3721DDEF" w:rsidR="00076C11" w:rsidRDefault="00076C11" w:rsidP="0096062B">
            <w:pPr>
              <w:jc w:val="center"/>
              <w:rPr>
                <w:rFonts w:ascii="Times New Roman" w:hAnsi="Times New Roman"/>
                <w:lang w:val="en-GB" w:eastAsia="ko-KR"/>
              </w:rPr>
            </w:pPr>
            <w:r>
              <w:rPr>
                <w:rFonts w:ascii="Times New Roman" w:hAnsi="Times New Roman"/>
                <w:lang w:val="en-GB" w:eastAsia="ko-KR"/>
              </w:rPr>
              <w:t>6</w:t>
            </w:r>
          </w:p>
        </w:tc>
        <w:tc>
          <w:tcPr>
            <w:tcW w:w="4820" w:type="dxa"/>
          </w:tcPr>
          <w:p w14:paraId="59A75551" w14:textId="124A1417" w:rsidR="00076C11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>
              <w:rPr>
                <w:rFonts w:ascii="Times New Roman" w:hAnsi="Times New Roman"/>
                <w:lang w:val="en-GB" w:eastAsia="ko-KR"/>
              </w:rPr>
              <w:t>Stakeholder Consultation</w:t>
            </w:r>
          </w:p>
        </w:tc>
        <w:tc>
          <w:tcPr>
            <w:tcW w:w="1275" w:type="dxa"/>
          </w:tcPr>
          <w:p w14:paraId="0380F413" w14:textId="77777777" w:rsidR="00076C11" w:rsidRPr="008D3939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052022BF" w14:textId="77777777" w:rsidR="00076C11" w:rsidRPr="008D3939" w:rsidRDefault="00076C11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</w:tbl>
    <w:p w14:paraId="66C29E32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p w14:paraId="6A9834D6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p w14:paraId="6C2FF20C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  <w:sectPr w:rsidR="0096062B" w:rsidRPr="008D3939" w:rsidSect="003A024D">
          <w:headerReference w:type="first" r:id="rId11"/>
          <w:type w:val="oddPage"/>
          <w:pgSz w:w="12240" w:h="15840" w:code="1"/>
          <w:pgMar w:top="993" w:right="1440" w:bottom="1080" w:left="1440" w:header="284" w:footer="720" w:gutter="0"/>
          <w:cols w:space="720"/>
          <w:titlePg/>
          <w:docGrid w:linePitch="326"/>
        </w:sectPr>
      </w:pPr>
    </w:p>
    <w:p w14:paraId="06659D51" w14:textId="5F0D88BD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6" w:name="_Toc44939739"/>
      <w:r w:rsidRPr="008D3939">
        <w:lastRenderedPageBreak/>
        <w:t>Team Composition and Task Assignments</w:t>
      </w:r>
      <w:bookmarkEnd w:id="6"/>
    </w:p>
    <w:p w14:paraId="4E3D8E86" w14:textId="77777777" w:rsidR="0096062B" w:rsidRPr="008D3939" w:rsidRDefault="0096062B" w:rsidP="0096062B">
      <w:pPr>
        <w:jc w:val="center"/>
        <w:rPr>
          <w:rFonts w:ascii="Times New Roman" w:hAnsi="Times New Roman"/>
          <w:lang w:val="en-GB" w:eastAsia="ko-KR"/>
        </w:rPr>
      </w:pPr>
    </w:p>
    <w:tbl>
      <w:tblPr>
        <w:tblW w:w="0" w:type="auto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3781"/>
        <w:gridCol w:w="3781"/>
        <w:gridCol w:w="4228"/>
      </w:tblGrid>
      <w:tr w:rsidR="0096062B" w:rsidRPr="008D3939" w14:paraId="2CAF7E52" w14:textId="77777777" w:rsidTr="00EA6DF1">
        <w:trPr>
          <w:trHeight w:val="232"/>
        </w:trPr>
        <w:tc>
          <w:tcPr>
            <w:tcW w:w="11790" w:type="dxa"/>
            <w:gridSpan w:val="3"/>
            <w:vAlign w:val="center"/>
          </w:tcPr>
          <w:p w14:paraId="2A918BDE" w14:textId="2543B5FE" w:rsidR="0096062B" w:rsidRPr="008D3939" w:rsidRDefault="0096062B" w:rsidP="00EA6DF1">
            <w:pPr>
              <w:spacing w:after="120"/>
              <w:jc w:val="both"/>
              <w:rPr>
                <w:rFonts w:ascii="Times New Roman" w:hAnsi="Times New Roman"/>
                <w:b/>
                <w:lang w:val="en-GB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t>1. Technical/Managerial Staff</w:t>
            </w:r>
          </w:p>
        </w:tc>
      </w:tr>
      <w:tr w:rsidR="0096062B" w:rsidRPr="008D3939" w14:paraId="24D33340" w14:textId="77777777" w:rsidTr="00EA6DF1">
        <w:tc>
          <w:tcPr>
            <w:tcW w:w="3781" w:type="dxa"/>
          </w:tcPr>
          <w:p w14:paraId="638DCBE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Name</w:t>
            </w:r>
          </w:p>
        </w:tc>
        <w:tc>
          <w:tcPr>
            <w:tcW w:w="3781" w:type="dxa"/>
          </w:tcPr>
          <w:p w14:paraId="51D36A8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Position</w:t>
            </w:r>
          </w:p>
        </w:tc>
        <w:tc>
          <w:tcPr>
            <w:tcW w:w="4228" w:type="dxa"/>
          </w:tcPr>
          <w:p w14:paraId="36A9A2B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Task</w:t>
            </w:r>
          </w:p>
        </w:tc>
      </w:tr>
      <w:tr w:rsidR="0096062B" w:rsidRPr="008D3939" w14:paraId="01DDDC25" w14:textId="77777777" w:rsidTr="00EA6DF1">
        <w:tc>
          <w:tcPr>
            <w:tcW w:w="3781" w:type="dxa"/>
          </w:tcPr>
          <w:p w14:paraId="5561D4A6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2527B93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7FF8ABA5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27D0E82B" w14:textId="77777777" w:rsidTr="00EA6DF1">
        <w:tc>
          <w:tcPr>
            <w:tcW w:w="3781" w:type="dxa"/>
          </w:tcPr>
          <w:p w14:paraId="37532D04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0CF2C76D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58D96A5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2EDA5DCF" w14:textId="77777777" w:rsidTr="00EA6DF1">
        <w:tc>
          <w:tcPr>
            <w:tcW w:w="3781" w:type="dxa"/>
          </w:tcPr>
          <w:p w14:paraId="14677052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5F4CC431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1F0F73CE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1A38E327" w14:textId="77777777" w:rsidTr="00EA6DF1">
        <w:tc>
          <w:tcPr>
            <w:tcW w:w="3781" w:type="dxa"/>
          </w:tcPr>
          <w:p w14:paraId="0A4D9BFA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5E658E20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790A465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169A9BD0" w14:textId="77777777" w:rsidTr="00EA6DF1">
        <w:tc>
          <w:tcPr>
            <w:tcW w:w="3781" w:type="dxa"/>
          </w:tcPr>
          <w:p w14:paraId="136F1288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2726AA3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115C2240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</w:tbl>
    <w:p w14:paraId="5CE0BFC4" w14:textId="3529B13F" w:rsidR="0096062B" w:rsidRPr="008D3939" w:rsidRDefault="00545872" w:rsidP="00545872">
      <w:pPr>
        <w:spacing w:before="0"/>
        <w:rPr>
          <w:rFonts w:ascii="Times New Roman" w:hAnsi="Times New Roman"/>
          <w:lang w:val="en-GB" w:eastAsia="ko-KR"/>
        </w:rPr>
      </w:pPr>
      <w:r w:rsidRPr="008D3939">
        <w:rPr>
          <w:rFonts w:ascii="Times New Roman" w:hAnsi="Times New Roman"/>
          <w:lang w:val="en-GB" w:eastAsia="ko-KR"/>
        </w:rPr>
        <w:br w:type="page"/>
      </w:r>
    </w:p>
    <w:tbl>
      <w:tblPr>
        <w:tblW w:w="0" w:type="auto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3791"/>
        <w:gridCol w:w="4208"/>
      </w:tblGrid>
      <w:tr w:rsidR="0096062B" w:rsidRPr="008D3939" w14:paraId="6461F355" w14:textId="77777777" w:rsidTr="00EA6DF1">
        <w:tc>
          <w:tcPr>
            <w:tcW w:w="11790" w:type="dxa"/>
            <w:gridSpan w:val="3"/>
            <w:tcMar>
              <w:top w:w="113" w:type="dxa"/>
              <w:bottom w:w="113" w:type="dxa"/>
            </w:tcMar>
            <w:vAlign w:val="center"/>
          </w:tcPr>
          <w:p w14:paraId="1C5783A4" w14:textId="1CDF2114" w:rsidR="0096062B" w:rsidRPr="008D3939" w:rsidRDefault="0096062B" w:rsidP="00EA6DF1">
            <w:pPr>
              <w:spacing w:after="120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lastRenderedPageBreak/>
              <w:t>2. Support</w:t>
            </w:r>
            <w:r w:rsidR="004340F8" w:rsidRPr="008D3939">
              <w:rPr>
                <w:rFonts w:ascii="Times New Roman" w:hAnsi="Times New Roman"/>
                <w:b/>
                <w:lang w:val="en-GB"/>
              </w:rPr>
              <w:t>/Backstopping</w:t>
            </w:r>
            <w:r w:rsidRPr="008D3939">
              <w:rPr>
                <w:rFonts w:ascii="Times New Roman" w:hAnsi="Times New Roman"/>
                <w:b/>
                <w:lang w:val="en-GB"/>
              </w:rPr>
              <w:t xml:space="preserve"> Staff</w:t>
            </w:r>
          </w:p>
        </w:tc>
      </w:tr>
      <w:tr w:rsidR="0096062B" w:rsidRPr="008D3939" w14:paraId="67C126EC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1CC0EC0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Name</w:t>
            </w: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302BB4D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Position</w:t>
            </w: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17C47B7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Task</w:t>
            </w:r>
          </w:p>
        </w:tc>
      </w:tr>
      <w:tr w:rsidR="0096062B" w:rsidRPr="008D3939" w14:paraId="0EE309B0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77FF0964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0E18437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53E18CCA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7599B572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36F7526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4921B687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2D6422D9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58E38424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24D2D5B8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475DBEB2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72699E1C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061B7FA7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2B514F8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696541A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6C94089E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</w:tbl>
    <w:p w14:paraId="1468FA39" w14:textId="77777777" w:rsidR="00545872" w:rsidRPr="008D3939" w:rsidRDefault="00545872">
      <w:pPr>
        <w:spacing w:before="0"/>
        <w:rPr>
          <w:b/>
          <w:sz w:val="32"/>
          <w:szCs w:val="32"/>
          <w:lang w:val="en-GB"/>
        </w:rPr>
      </w:pPr>
      <w:r w:rsidRPr="008D3939">
        <w:rPr>
          <w:lang w:val="en-GB"/>
        </w:rPr>
        <w:br w:type="page"/>
      </w:r>
    </w:p>
    <w:p w14:paraId="68444290" w14:textId="35EB0699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7" w:name="_Toc44939740"/>
      <w:r w:rsidRPr="008D3939">
        <w:lastRenderedPageBreak/>
        <w:t>Time Schedule for Professional Personnel</w:t>
      </w:r>
      <w:bookmarkEnd w:id="7"/>
    </w:p>
    <w:p w14:paraId="1DBA7FFB" w14:textId="77777777" w:rsidR="0096062B" w:rsidRPr="008D3939" w:rsidRDefault="0096062B" w:rsidP="0096062B">
      <w:pPr>
        <w:spacing w:before="160"/>
        <w:rPr>
          <w:rFonts w:ascii="Times New Roman" w:hAnsi="Times New Roman"/>
          <w:lang w:val="en-GB"/>
        </w:rPr>
      </w:pPr>
    </w:p>
    <w:tbl>
      <w:tblPr>
        <w:tblW w:w="12992" w:type="dxa"/>
        <w:tblInd w:w="1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77"/>
        <w:gridCol w:w="1417"/>
        <w:gridCol w:w="34"/>
        <w:gridCol w:w="1451"/>
        <w:gridCol w:w="93"/>
        <w:gridCol w:w="1358"/>
        <w:gridCol w:w="556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2693"/>
      </w:tblGrid>
      <w:tr w:rsidR="0096062B" w:rsidRPr="008D3939" w14:paraId="67F4215B" w14:textId="77777777" w:rsidTr="004340F8"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CC88B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78" w:type="dxa"/>
            <w:gridSpan w:val="3"/>
            <w:tcBorders>
              <w:top w:val="single" w:sz="6" w:space="0" w:color="auto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5A7B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58" w:type="dxa"/>
            <w:tcBorders>
              <w:top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205CD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2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968EE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/>
              </w:rPr>
              <w:t>Months</w:t>
            </w:r>
            <w:r w:rsidRPr="008D3939">
              <w:rPr>
                <w:rFonts w:ascii="Times New Roman" w:hAnsi="Times New Roman"/>
                <w:lang w:val="en-GB" w:eastAsia="ko-KR"/>
              </w:rPr>
              <w:t xml:space="preserve"> (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1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st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2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nd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etc. are months from the start of assignment.</w:t>
            </w:r>
            <w:r w:rsidRPr="008D3939">
              <w:rPr>
                <w:rFonts w:ascii="Times New Roman" w:hAnsi="Times New Roman"/>
                <w:sz w:val="22"/>
                <w:lang w:val="en-GB" w:eastAsia="ko-KR"/>
              </w:rPr>
              <w:t>)</w:t>
            </w:r>
          </w:p>
        </w:tc>
      </w:tr>
      <w:tr w:rsidR="0096062B" w:rsidRPr="008D3939" w14:paraId="6FF2C7C7" w14:textId="77777777" w:rsidTr="004340F8"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BB0952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78F2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Name</w:t>
            </w:r>
          </w:p>
        </w:tc>
        <w:tc>
          <w:tcPr>
            <w:tcW w:w="1451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A1BA0A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EF56E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Activities</w:t>
            </w:r>
          </w:p>
        </w:tc>
        <w:tc>
          <w:tcPr>
            <w:tcW w:w="556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8E597C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1st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FCD8E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2nd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11907E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3rd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852074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4th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DEE3C7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5th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793270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6th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34D2A6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60C31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528B44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599C63E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5701F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Number of Months</w:t>
            </w:r>
          </w:p>
        </w:tc>
      </w:tr>
      <w:tr w:rsidR="0096062B" w:rsidRPr="008D3939" w14:paraId="3DB8DF45" w14:textId="77777777" w:rsidTr="004340F8">
        <w:tc>
          <w:tcPr>
            <w:tcW w:w="37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E70AD6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1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97A328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5B398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BBD885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6E61B9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A7D644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D3C34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F81738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9FACAA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AFD020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D0115A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36663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D0302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93D32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D55FE" w14:textId="77777777" w:rsidR="0096062B" w:rsidRPr="008D3939" w:rsidRDefault="0096062B" w:rsidP="004340F8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340F8" w:rsidRPr="008D3939" w14:paraId="51C85A5E" w14:textId="77777777" w:rsidTr="004340F8">
        <w:tc>
          <w:tcPr>
            <w:tcW w:w="37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A8AC46" w14:textId="3E1B3C29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2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BE5C46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DA957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678B3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913BE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2D9D6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5BE24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056B9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FDE5A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6061C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930F65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C246D8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24AC4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F2EC06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558B29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136DA802" w14:textId="77777777" w:rsidTr="004340F8">
        <w:tc>
          <w:tcPr>
            <w:tcW w:w="37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AF2A8" w14:textId="70D31503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3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9CBE87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7B2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BFB35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1113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F746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E271E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39ACB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A4195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BDF5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E45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DDD29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5AD0C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2C814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691595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3B255867" w14:textId="77777777" w:rsidTr="004340F8">
        <w:tc>
          <w:tcPr>
            <w:tcW w:w="3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9D3A11" w14:textId="1B478D44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988A6" w14:textId="658B3ECE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8C266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AA8FB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940B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A9E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905F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15A2E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1836A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5E60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7A02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87FD7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ED3C5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318CC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2BC0F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233F1C3E" w14:textId="77777777" w:rsidTr="004340F8"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733E7" w14:textId="4091E319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4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F01C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E324F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0E58D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724D7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13FFD8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ABAF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F26F3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2602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4EE48C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A2B3C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D819A3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C401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14270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06D450" w14:textId="77777777" w:rsidR="004340F8" w:rsidRPr="008D3939" w:rsidRDefault="004340F8" w:rsidP="004340F8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Total: _________</w:t>
            </w:r>
          </w:p>
          <w:p w14:paraId="0828E0A7" w14:textId="2D0BF0A2" w:rsidR="004340F8" w:rsidRPr="008D3939" w:rsidRDefault="004340F8" w:rsidP="004340F8">
            <w:pPr>
              <w:rPr>
                <w:rFonts w:ascii="Times New Roman" w:hAnsi="Times New Roman"/>
                <w:sz w:val="20"/>
                <w:lang w:val="en-GB" w:eastAsia="ko-KR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(Total sum of above numbers)</w:t>
            </w:r>
          </w:p>
        </w:tc>
      </w:tr>
    </w:tbl>
    <w:p w14:paraId="7DFA50AE" w14:textId="77777777" w:rsidR="0096062B" w:rsidRPr="008D3939" w:rsidRDefault="0096062B" w:rsidP="0096062B">
      <w:pPr>
        <w:tabs>
          <w:tab w:val="left" w:pos="8280"/>
        </w:tabs>
        <w:rPr>
          <w:rFonts w:ascii="Times New Roman" w:hAnsi="Times New Roman"/>
          <w:lang w:val="en-GB"/>
        </w:rPr>
      </w:pPr>
    </w:p>
    <w:p w14:paraId="06F6201F" w14:textId="6D9519D9" w:rsidR="0096062B" w:rsidRPr="008D3939" w:rsidRDefault="0096062B" w:rsidP="009E488B">
      <w:pPr>
        <w:pStyle w:val="Heading2"/>
        <w:numPr>
          <w:ilvl w:val="0"/>
          <w:numId w:val="17"/>
        </w:numPr>
      </w:pPr>
      <w:r w:rsidRPr="008D3939">
        <w:br w:type="page"/>
      </w:r>
      <w:bookmarkStart w:id="8" w:name="_Toc44939741"/>
      <w:r w:rsidRPr="008D3939">
        <w:lastRenderedPageBreak/>
        <w:t>Schedule of Project Activities</w:t>
      </w:r>
      <w:bookmarkEnd w:id="8"/>
    </w:p>
    <w:tbl>
      <w:tblPr>
        <w:tblW w:w="12998" w:type="dxa"/>
        <w:tblInd w:w="115" w:type="dxa"/>
        <w:tblLayout w:type="fixed"/>
        <w:tblCellMar>
          <w:top w:w="57" w:type="dxa"/>
          <w:left w:w="72" w:type="dxa"/>
          <w:bottom w:w="57" w:type="dxa"/>
          <w:right w:w="72" w:type="dxa"/>
        </w:tblCellMar>
        <w:tblLook w:val="0000" w:firstRow="0" w:lastRow="0" w:firstColumn="0" w:lastColumn="0" w:noHBand="0" w:noVBand="0"/>
      </w:tblPr>
      <w:tblGrid>
        <w:gridCol w:w="2651"/>
        <w:gridCol w:w="630"/>
        <w:gridCol w:w="630"/>
        <w:gridCol w:w="631"/>
        <w:gridCol w:w="630"/>
        <w:gridCol w:w="630"/>
        <w:gridCol w:w="631"/>
        <w:gridCol w:w="630"/>
        <w:gridCol w:w="630"/>
        <w:gridCol w:w="631"/>
        <w:gridCol w:w="630"/>
        <w:gridCol w:w="630"/>
        <w:gridCol w:w="721"/>
        <w:gridCol w:w="2693"/>
      </w:tblGrid>
      <w:tr w:rsidR="0096062B" w:rsidRPr="008D3939" w14:paraId="0F3A49C9" w14:textId="77777777" w:rsidTr="00EA6DF1">
        <w:trPr>
          <w:trHeight w:val="406"/>
        </w:trPr>
        <w:tc>
          <w:tcPr>
            <w:tcW w:w="12998" w:type="dxa"/>
            <w:gridSpan w:val="14"/>
            <w:tcBorders>
              <w:bottom w:val="single" w:sz="6" w:space="0" w:color="auto"/>
            </w:tcBorders>
          </w:tcPr>
          <w:p w14:paraId="2B3AF0F2" w14:textId="77777777" w:rsidR="0096062B" w:rsidRPr="008D3939" w:rsidRDefault="0096062B" w:rsidP="00EA6DF1">
            <w:pPr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t>A. Activity Schedule</w:t>
            </w:r>
          </w:p>
        </w:tc>
      </w:tr>
      <w:tr w:rsidR="0096062B" w:rsidRPr="008D3939" w14:paraId="2255EDA0" w14:textId="77777777" w:rsidTr="00EA6DF1">
        <w:trPr>
          <w:trHeight w:val="410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D5DA4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E2A3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Months</w:t>
            </w: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 xml:space="preserve"> (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1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st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2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nd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etc. are months from the start of assignment.</w:t>
            </w:r>
            <w:r w:rsidRPr="008D3939">
              <w:rPr>
                <w:rFonts w:ascii="Times New Roman" w:hAnsi="Times New Roman"/>
                <w:sz w:val="22"/>
                <w:lang w:val="en-GB" w:eastAsia="ko-KR"/>
              </w:rPr>
              <w:t>)</w:t>
            </w:r>
          </w:p>
        </w:tc>
      </w:tr>
      <w:tr w:rsidR="0096062B" w:rsidRPr="008D3939" w14:paraId="07368F0E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89D9B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71D2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1st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AAA7E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2nd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F8505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3rd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2DEF8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4th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4A8E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5th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51F4A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6th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243D6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5581C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614AF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86009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D2257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F3C99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89F98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Number of Months</w:t>
            </w:r>
          </w:p>
        </w:tc>
      </w:tr>
      <w:tr w:rsidR="0096062B" w:rsidRPr="008D3939" w14:paraId="20003B8F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1ACBD9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B33C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E1B0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EDAA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79BC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FE9F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FD6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1B9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1F4D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A5BF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691E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84B3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995C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4D51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6AE8F736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F9B31E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95B6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3EED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E439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4968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FB79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33A6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4743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AF99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5AB4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8E76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2837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9F0F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851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</w:tr>
      <w:tr w:rsidR="0096062B" w:rsidRPr="008D3939" w14:paraId="63E61EE9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660C3B0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FEE2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06F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A8AA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549D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65A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2E27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945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E45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862D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5143E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6809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EFFB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3C19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156D97EF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3CA9D0" w14:textId="77777777" w:rsidR="0096062B" w:rsidRPr="008D3939" w:rsidRDefault="0096062B" w:rsidP="00EA6DF1">
            <w:pPr>
              <w:ind w:left="-2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B49E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E3B3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29E3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BCF9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87F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5ACF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9594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2883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102F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ACA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FAF4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4776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6B72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05FE6FB1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6A5EDA" w14:textId="77777777" w:rsidR="0096062B" w:rsidRPr="008D3939" w:rsidRDefault="0096062B" w:rsidP="00EA6DF1">
            <w:pPr>
              <w:ind w:left="-2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59F6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1BDF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25EE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F0B5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329D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965D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4B42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1490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CCA6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E626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118A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B8A5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73D57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Total: __________</w:t>
            </w:r>
          </w:p>
          <w:p w14:paraId="24A917B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(Total sum of above numbers)</w:t>
            </w:r>
          </w:p>
        </w:tc>
      </w:tr>
    </w:tbl>
    <w:p w14:paraId="260EEBF9" w14:textId="77777777" w:rsidR="00545872" w:rsidRPr="008D3939" w:rsidRDefault="00545872">
      <w:pPr>
        <w:rPr>
          <w:lang w:val="en-GB"/>
        </w:rPr>
      </w:pPr>
      <w:r w:rsidRPr="008D3939">
        <w:rPr>
          <w:lang w:val="en-GB"/>
        </w:rPr>
        <w:br w:type="page"/>
      </w:r>
    </w:p>
    <w:tbl>
      <w:tblPr>
        <w:tblW w:w="13034" w:type="dxa"/>
        <w:tblInd w:w="115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326"/>
        <w:gridCol w:w="3708"/>
      </w:tblGrid>
      <w:tr w:rsidR="0096062B" w:rsidRPr="008D3939" w14:paraId="07D4768D" w14:textId="77777777" w:rsidTr="00EA6DF1">
        <w:tc>
          <w:tcPr>
            <w:tcW w:w="13034" w:type="dxa"/>
            <w:gridSpan w:val="2"/>
          </w:tcPr>
          <w:p w14:paraId="6BD7871D" w14:textId="1A5410A3" w:rsidR="0096062B" w:rsidRPr="008D3939" w:rsidRDefault="0096062B" w:rsidP="00EA6DF1">
            <w:pPr>
              <w:rPr>
                <w:rFonts w:ascii="Times New Roman" w:hAnsi="Times New Roman"/>
                <w:b/>
                <w:lang w:val="en-GB" w:eastAsia="ko-KR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lastRenderedPageBreak/>
              <w:t>B. Submission of Deliverables</w:t>
            </w:r>
          </w:p>
          <w:p w14:paraId="46676682" w14:textId="77777777" w:rsidR="0096062B" w:rsidRPr="008D3939" w:rsidRDefault="0096062B" w:rsidP="00EA6DF1">
            <w:pPr>
              <w:rPr>
                <w:rFonts w:ascii="Times New Roman" w:hAnsi="Times New Roman"/>
                <w:lang w:val="en-GB" w:eastAsia="ko-KR"/>
              </w:rPr>
            </w:pPr>
          </w:p>
        </w:tc>
      </w:tr>
      <w:tr w:rsidR="0096062B" w:rsidRPr="008D3939" w14:paraId="326C854F" w14:textId="77777777" w:rsidTr="00EA6DF1"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4B33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6"/>
                <w:szCs w:val="6"/>
                <w:lang w:val="en-GB" w:eastAsia="ko-KR"/>
              </w:rPr>
            </w:pPr>
          </w:p>
          <w:p w14:paraId="06EC6DC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Reports</w:t>
            </w:r>
          </w:p>
          <w:p w14:paraId="373CE7B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6"/>
                <w:szCs w:val="6"/>
                <w:lang w:val="en-GB" w:eastAsia="ko-KR"/>
              </w:rPr>
            </w:pP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2A26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Date</w:t>
            </w:r>
          </w:p>
        </w:tc>
      </w:tr>
      <w:tr w:rsidR="0096062B" w:rsidRPr="008D3939" w14:paraId="14DC1076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2FD4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B042E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2F8CD419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37BD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72254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7BC601BC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185EB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B631C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5AD02F28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D7DF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6192A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FADF5A2" w14:textId="77777777" w:rsidR="0096062B" w:rsidRPr="008D3939" w:rsidRDefault="0096062B" w:rsidP="0096062B">
      <w:pPr>
        <w:rPr>
          <w:rFonts w:ascii="Times New Roman" w:hAnsi="Times New Roman"/>
          <w:b/>
          <w:i/>
          <w:sz w:val="40"/>
          <w:szCs w:val="40"/>
          <w:lang w:val="en-GB" w:eastAsia="ko-KR"/>
        </w:rPr>
        <w:sectPr w:rsidR="0096062B" w:rsidRPr="008D3939" w:rsidSect="00E07328">
          <w:headerReference w:type="first" r:id="rId12"/>
          <w:type w:val="oddPage"/>
          <w:pgSz w:w="15840" w:h="12240" w:orient="landscape" w:code="1"/>
          <w:pgMar w:top="1080" w:right="1440" w:bottom="1080" w:left="1440" w:header="720" w:footer="720" w:gutter="0"/>
          <w:cols w:space="720"/>
          <w:titlePg/>
          <w:docGrid w:linePitch="326"/>
        </w:sectPr>
      </w:pPr>
    </w:p>
    <w:p w14:paraId="6B9BD81A" w14:textId="18E91E22" w:rsidR="0096062B" w:rsidRPr="008D3939" w:rsidRDefault="00AA0C72" w:rsidP="009E488B">
      <w:pPr>
        <w:pStyle w:val="Heading2"/>
        <w:numPr>
          <w:ilvl w:val="0"/>
          <w:numId w:val="17"/>
        </w:numPr>
        <w:rPr>
          <w:rFonts w:ascii="Times New Roman" w:hAnsi="Times New Roman"/>
          <w:lang w:eastAsia="ko-KR"/>
        </w:rPr>
      </w:pPr>
      <w:bookmarkStart w:id="9" w:name="_Toc44939742"/>
      <w:r>
        <w:rPr>
          <w:lang w:eastAsia="ko-KR"/>
        </w:rPr>
        <w:lastRenderedPageBreak/>
        <w:t>Technical</w:t>
      </w:r>
      <w:r w:rsidR="0096062B" w:rsidRPr="008D3939">
        <w:rPr>
          <w:lang w:eastAsia="ko-KR"/>
        </w:rPr>
        <w:t xml:space="preserve"> and knowledge capability</w:t>
      </w:r>
      <w:bookmarkEnd w:id="9"/>
    </w:p>
    <w:p w14:paraId="25D67E28" w14:textId="23EE717C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  <w:r w:rsidRPr="008D3939">
        <w:rPr>
          <w:rFonts w:ascii="Times New Roman" w:hAnsi="Times New Roman"/>
          <w:lang w:val="en-GB" w:eastAsia="ko-KR"/>
        </w:rPr>
        <w:t>Please, provide evidence of your suitability for the project, e.g. as below, and to meet the competence requirements as stated in the Terms of Reference</w:t>
      </w:r>
    </w:p>
    <w:p w14:paraId="0D847033" w14:textId="77777777" w:rsidR="004340F8" w:rsidRPr="008D3939" w:rsidRDefault="004340F8" w:rsidP="0096062B">
      <w:pPr>
        <w:rPr>
          <w:rFonts w:ascii="Times New Roman" w:hAnsi="Times New Roman"/>
          <w:lang w:val="en-GB" w:eastAsia="ko-KR"/>
        </w:rPr>
      </w:pPr>
    </w:p>
    <w:p w14:paraId="30B294B5" w14:textId="58251F67" w:rsidR="0096062B" w:rsidRPr="008D3939" w:rsidRDefault="0096062B" w:rsidP="009E488B">
      <w:pPr>
        <w:pStyle w:val="Heading2"/>
        <w:numPr>
          <w:ilvl w:val="0"/>
          <w:numId w:val="17"/>
        </w:numPr>
        <w:rPr>
          <w:lang w:eastAsia="ko-KR"/>
        </w:rPr>
      </w:pPr>
      <w:r w:rsidRPr="008D3939">
        <w:br w:type="page"/>
      </w:r>
      <w:bookmarkStart w:id="10" w:name="_Toc44939743"/>
      <w:r w:rsidRPr="008D3939">
        <w:lastRenderedPageBreak/>
        <w:t>Curriculum Vitae (CV) for Proposed Professional Staff</w:t>
      </w:r>
      <w:bookmarkEnd w:id="10"/>
    </w:p>
    <w:p w14:paraId="4DFFA4DE" w14:textId="77777777" w:rsidR="0096062B" w:rsidRPr="008D3939" w:rsidRDefault="0096062B" w:rsidP="0096062B">
      <w:pPr>
        <w:pBdr>
          <w:bottom w:val="single" w:sz="6" w:space="1" w:color="auto"/>
        </w:pBd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6364AC91" w14:textId="77777777" w:rsidR="0096062B" w:rsidRPr="008D3939" w:rsidRDefault="0096062B" w:rsidP="0096062B">
      <w:pP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283D214D" w14:textId="6D332DB9" w:rsidR="004340F8" w:rsidRPr="008D3939" w:rsidRDefault="0096062B" w:rsidP="004340F8">
      <w:pPr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8D3939">
        <w:rPr>
          <w:rFonts w:ascii="Times New Roman" w:hAnsi="Times New Roman"/>
          <w:i/>
          <w:sz w:val="40"/>
          <w:szCs w:val="40"/>
          <w:lang w:val="en-GB" w:eastAsia="ko-KR"/>
        </w:rPr>
        <w:br w:type="page"/>
      </w:r>
    </w:p>
    <w:p w14:paraId="326C0901" w14:textId="3B329D09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11" w:name="_Toc44939744"/>
      <w:r w:rsidRPr="008D3939">
        <w:lastRenderedPageBreak/>
        <w:t>Tenderer’s References</w:t>
      </w:r>
      <w:bookmarkEnd w:id="11"/>
    </w:p>
    <w:p w14:paraId="6DCCC77B" w14:textId="77777777" w:rsidR="0096062B" w:rsidRPr="008D3939" w:rsidRDefault="0096062B" w:rsidP="0096062B">
      <w:pPr>
        <w:jc w:val="center"/>
        <w:rPr>
          <w:rFonts w:ascii="Times New Roman" w:hAnsi="Times New Roman"/>
          <w:b/>
          <w:lang w:val="en-GB"/>
        </w:rPr>
      </w:pPr>
      <w:r w:rsidRPr="008D3939">
        <w:rPr>
          <w:rFonts w:ascii="Times New Roman" w:hAnsi="Times New Roman"/>
          <w:b/>
          <w:lang w:val="en-GB"/>
        </w:rPr>
        <w:t>Relevant Services Carried Out in the Last Five Years</w:t>
      </w:r>
    </w:p>
    <w:p w14:paraId="640DB7A3" w14:textId="77777777" w:rsidR="0096062B" w:rsidRPr="008D3939" w:rsidRDefault="0096062B" w:rsidP="0096062B">
      <w:pPr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b/>
          <w:lang w:val="en-GB"/>
        </w:rPr>
        <w:t>That Best Illustrate Qualifications</w:t>
      </w:r>
    </w:p>
    <w:p w14:paraId="39F78E41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>Using the format below, provide information on each assignment for which your firm/entity, either individually as a corporate entity or as one of the major companies within an association, was legally contracted.</w:t>
      </w:r>
    </w:p>
    <w:p w14:paraId="691938D7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</w:p>
    <w:tbl>
      <w:tblPr>
        <w:tblW w:w="0" w:type="auto"/>
        <w:tblInd w:w="11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3168"/>
        <w:gridCol w:w="3240"/>
      </w:tblGrid>
      <w:tr w:rsidR="0096062B" w:rsidRPr="008D3939" w14:paraId="7C9BF33F" w14:textId="77777777" w:rsidTr="00EA6DF1">
        <w:tc>
          <w:tcPr>
            <w:tcW w:w="5760" w:type="dxa"/>
            <w:gridSpan w:val="2"/>
          </w:tcPr>
          <w:p w14:paraId="07A6792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Assignment Name:</w:t>
            </w:r>
          </w:p>
          <w:p w14:paraId="6B195DAF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472BF67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Country:</w:t>
            </w:r>
          </w:p>
        </w:tc>
      </w:tr>
      <w:tr w:rsidR="0096062B" w:rsidRPr="008D3939" w14:paraId="5C77C7A9" w14:textId="77777777" w:rsidTr="00EA6DF1">
        <w:tc>
          <w:tcPr>
            <w:tcW w:w="5760" w:type="dxa"/>
            <w:gridSpan w:val="2"/>
          </w:tcPr>
          <w:p w14:paraId="05CFAFE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Location within Country:</w:t>
            </w:r>
          </w:p>
          <w:p w14:paraId="1908BB9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7F1179B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Professional Staff Provided by Your Firm/Entity(profiles):</w:t>
            </w:r>
          </w:p>
        </w:tc>
      </w:tr>
      <w:tr w:rsidR="0096062B" w:rsidRPr="008D3939" w14:paraId="3BC66F77" w14:textId="77777777" w:rsidTr="00EA6DF1">
        <w:tc>
          <w:tcPr>
            <w:tcW w:w="5760" w:type="dxa"/>
            <w:gridSpan w:val="2"/>
          </w:tcPr>
          <w:p w14:paraId="7A33783B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Client:</w:t>
            </w:r>
          </w:p>
          <w:p w14:paraId="28C6402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5897348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Staff:</w:t>
            </w:r>
          </w:p>
        </w:tc>
      </w:tr>
      <w:tr w:rsidR="0096062B" w:rsidRPr="008D3939" w14:paraId="4F3A5B0A" w14:textId="77777777" w:rsidTr="00EA6DF1">
        <w:tc>
          <w:tcPr>
            <w:tcW w:w="5760" w:type="dxa"/>
            <w:gridSpan w:val="2"/>
          </w:tcPr>
          <w:p w14:paraId="46AEF4F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Address:</w:t>
            </w:r>
          </w:p>
          <w:p w14:paraId="40F834D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CE1827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325703D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Staff-Months; Duration of Assignment:</w:t>
            </w:r>
          </w:p>
        </w:tc>
      </w:tr>
      <w:tr w:rsidR="0096062B" w:rsidRPr="008D3939" w14:paraId="64D9FF6E" w14:textId="77777777" w:rsidTr="00EA6DF1">
        <w:tc>
          <w:tcPr>
            <w:tcW w:w="2592" w:type="dxa"/>
          </w:tcPr>
          <w:p w14:paraId="0CC380F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Start Date (Month/Year):</w:t>
            </w:r>
          </w:p>
          <w:p w14:paraId="4A9B2B2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168" w:type="dxa"/>
          </w:tcPr>
          <w:p w14:paraId="3DD2404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Completion Date (Month/Year):</w:t>
            </w:r>
          </w:p>
        </w:tc>
        <w:tc>
          <w:tcPr>
            <w:tcW w:w="3240" w:type="dxa"/>
          </w:tcPr>
          <w:p w14:paraId="45F86225" w14:textId="1AADAC52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Approx. Value of Services (in Current </w:t>
            </w:r>
            <w:r w:rsidR="009E488B" w:rsidRPr="008D3939">
              <w:rPr>
                <w:rFonts w:ascii="Times New Roman" w:hAnsi="Times New Roman"/>
                <w:sz w:val="20"/>
                <w:lang w:val="en-GB"/>
              </w:rPr>
              <w:t>AU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>$):</w:t>
            </w:r>
          </w:p>
        </w:tc>
      </w:tr>
      <w:tr w:rsidR="0096062B" w:rsidRPr="008D3939" w14:paraId="1B1BD675" w14:textId="77777777" w:rsidTr="00EA6DF1">
        <w:tc>
          <w:tcPr>
            <w:tcW w:w="5760" w:type="dxa"/>
            <w:gridSpan w:val="2"/>
          </w:tcPr>
          <w:p w14:paraId="1A28FE9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Associated Consultants, If Any:</w:t>
            </w:r>
          </w:p>
          <w:p w14:paraId="31BAF83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6455F3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2E62B08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Months of Professional Staff Provided by Associated Consultants:</w:t>
            </w:r>
          </w:p>
        </w:tc>
      </w:tr>
      <w:tr w:rsidR="0096062B" w:rsidRPr="008D3939" w14:paraId="05DD536C" w14:textId="77777777" w:rsidTr="00EA6DF1">
        <w:tc>
          <w:tcPr>
            <w:tcW w:w="9000" w:type="dxa"/>
            <w:gridSpan w:val="3"/>
          </w:tcPr>
          <w:p w14:paraId="15FF1A0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Senior Staff (Project Director/Coordinator, Team Leader) Involved and Functions Performed:</w:t>
            </w:r>
          </w:p>
          <w:p w14:paraId="48EB4C5C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18718F57" w14:textId="77777777" w:rsidTr="00EA6DF1">
        <w:tc>
          <w:tcPr>
            <w:tcW w:w="9000" w:type="dxa"/>
            <w:gridSpan w:val="3"/>
            <w:tcBorders>
              <w:bottom w:val="nil"/>
            </w:tcBorders>
          </w:tcPr>
          <w:p w14:paraId="16D5FC3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Narrative Description of Project:</w:t>
            </w:r>
          </w:p>
          <w:p w14:paraId="2A39F41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C55167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74B37A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5BA307D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49026BCF" w14:textId="77777777" w:rsidTr="00EA6DF1">
        <w:tc>
          <w:tcPr>
            <w:tcW w:w="9000" w:type="dxa"/>
            <w:gridSpan w:val="3"/>
          </w:tcPr>
          <w:p w14:paraId="5794BF3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Description of Actual Services Provided by Your Staff:</w:t>
            </w:r>
          </w:p>
          <w:p w14:paraId="00788D2E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2BCCDC4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6D2B5CF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39A7EE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311D2850" w14:textId="77777777" w:rsidR="0096062B" w:rsidRPr="008D3939" w:rsidRDefault="0096062B" w:rsidP="0096062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</w:p>
    <w:p w14:paraId="45004353" w14:textId="7D81AC7A" w:rsidR="0041563F" w:rsidRPr="008D3939" w:rsidRDefault="0096062B" w:rsidP="009E488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 xml:space="preserve">Tenderer’s Name: </w:t>
      </w:r>
      <w:r w:rsidRPr="008D3939">
        <w:rPr>
          <w:rFonts w:ascii="Times New Roman" w:hAnsi="Times New Roman"/>
          <w:u w:val="single"/>
          <w:lang w:val="en-GB"/>
        </w:rPr>
        <w:tab/>
      </w:r>
    </w:p>
    <w:sectPr w:rsidR="0041563F" w:rsidRPr="008D3939" w:rsidSect="003A024D">
      <w:headerReference w:type="default" r:id="rId13"/>
      <w:footerReference w:type="default" r:id="rId14"/>
      <w:headerReference w:type="first" r:id="rId15"/>
      <w:type w:val="oddPage"/>
      <w:pgSz w:w="11907" w:h="16839" w:code="9"/>
      <w:pgMar w:top="1135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0137D" w14:textId="77777777" w:rsidR="006C0494" w:rsidRDefault="006C0494">
      <w:r>
        <w:separator/>
      </w:r>
    </w:p>
  </w:endnote>
  <w:endnote w:type="continuationSeparator" w:id="0">
    <w:p w14:paraId="47B62F6F" w14:textId="77777777" w:rsidR="006C0494" w:rsidRDefault="006C0494">
      <w:r>
        <w:continuationSeparator/>
      </w:r>
    </w:p>
  </w:endnote>
  <w:endnote w:type="continuationNotice" w:id="1">
    <w:p w14:paraId="34FD6F49" w14:textId="77777777" w:rsidR="006C0494" w:rsidRDefault="006C04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583D98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D42F7">
      <w:rPr>
        <w:noProof/>
      </w:rPr>
      <w:t>2025-06-18</w:t>
    </w:r>
    <w:r>
      <w:fldChar w:fldCharType="end"/>
    </w:r>
  </w:p>
  <w:p w14:paraId="05D7AD1D" w14:textId="77777777" w:rsidR="006B7BD1" w:rsidRDefault="006B7B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D643F" w14:textId="77777777" w:rsidR="006C0494" w:rsidRDefault="006C0494">
      <w:r>
        <w:separator/>
      </w:r>
    </w:p>
  </w:footnote>
  <w:footnote w:type="continuationSeparator" w:id="0">
    <w:p w14:paraId="22B8737E" w14:textId="77777777" w:rsidR="006C0494" w:rsidRDefault="006C0494">
      <w:r>
        <w:continuationSeparator/>
      </w:r>
    </w:p>
  </w:footnote>
  <w:footnote w:type="continuationNotice" w:id="1">
    <w:p w14:paraId="676BBB1C" w14:textId="77777777" w:rsidR="006C0494" w:rsidRDefault="006C04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4423F" w14:textId="77714611" w:rsidR="0096062B" w:rsidRPr="001B274D" w:rsidRDefault="001B274D" w:rsidP="001B274D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4A99EB67" wp14:editId="0DE8A9C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 w:rsidR="009568D3">
      <w:rPr>
        <w:rFonts w:asciiTheme="minorHAnsi" w:hAnsiTheme="minorHAnsi" w:cs="Calibri"/>
        <w:sz w:val="20"/>
      </w:rPr>
      <w:t>21– CS001- 25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8A80A" w14:textId="77777777" w:rsidR="0096062B" w:rsidRPr="00063557" w:rsidRDefault="0096062B" w:rsidP="000635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AC3C" w14:textId="682FB7AE" w:rsidR="006B7BD1" w:rsidRPr="003A024D" w:rsidRDefault="006B7BD1" w:rsidP="003A024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1D930A4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025672">
      <w:rPr>
        <w:rFonts w:cs="Calibri"/>
        <w:sz w:val="20"/>
        <w:u w:val="single"/>
      </w:rPr>
      <w:t>RFP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</w:t>
    </w:r>
    <w:proofErr w:type="gramStart"/>
    <w:r w:rsidR="00133D55" w:rsidRPr="004D63BE">
      <w:rPr>
        <w:rFonts w:cs="Calibri"/>
        <w:sz w:val="20"/>
        <w:u w:val="single"/>
      </w:rPr>
      <w:t xml:space="preserve">Main)   </w:t>
    </w:r>
    <w:proofErr w:type="gramEnd"/>
    <w:r w:rsidR="00133D55" w:rsidRPr="004D63BE">
      <w:rPr>
        <w:rFonts w:cs="Calibri"/>
        <w:sz w:val="20"/>
        <w:u w:val="single"/>
      </w:rPr>
      <w:t xml:space="preserve">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  <w:p w14:paraId="744A06A7" w14:textId="77777777" w:rsidR="006B7BD1" w:rsidRDefault="006B7B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3DE9"/>
    <w:multiLevelType w:val="hybridMultilevel"/>
    <w:tmpl w:val="B0A65690"/>
    <w:lvl w:ilvl="0" w:tplc="176A9B52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34C073B0"/>
    <w:multiLevelType w:val="multilevel"/>
    <w:tmpl w:val="0B34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948C1"/>
    <w:multiLevelType w:val="hybridMultilevel"/>
    <w:tmpl w:val="3F7C09A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C35F5"/>
    <w:multiLevelType w:val="hybridMultilevel"/>
    <w:tmpl w:val="717AE704"/>
    <w:lvl w:ilvl="0" w:tplc="19F8B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522D6"/>
    <w:multiLevelType w:val="hybridMultilevel"/>
    <w:tmpl w:val="6518CFE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802385">
    <w:abstractNumId w:val="3"/>
  </w:num>
  <w:num w:numId="2" w16cid:durableId="1892617812">
    <w:abstractNumId w:val="16"/>
  </w:num>
  <w:num w:numId="3" w16cid:durableId="1405252660">
    <w:abstractNumId w:val="17"/>
  </w:num>
  <w:num w:numId="4" w16cid:durableId="2026443058">
    <w:abstractNumId w:val="9"/>
  </w:num>
  <w:num w:numId="5" w16cid:durableId="1260413416">
    <w:abstractNumId w:val="7"/>
  </w:num>
  <w:num w:numId="6" w16cid:durableId="893471653">
    <w:abstractNumId w:val="11"/>
  </w:num>
  <w:num w:numId="7" w16cid:durableId="128131453">
    <w:abstractNumId w:val="10"/>
  </w:num>
  <w:num w:numId="8" w16cid:durableId="1034813962">
    <w:abstractNumId w:val="13"/>
  </w:num>
  <w:num w:numId="9" w16cid:durableId="617638985">
    <w:abstractNumId w:val="2"/>
  </w:num>
  <w:num w:numId="10" w16cid:durableId="1065646905">
    <w:abstractNumId w:val="12"/>
  </w:num>
  <w:num w:numId="11" w16cid:durableId="1024356936">
    <w:abstractNumId w:val="5"/>
  </w:num>
  <w:num w:numId="12" w16cid:durableId="680202152">
    <w:abstractNumId w:val="0"/>
  </w:num>
  <w:num w:numId="13" w16cid:durableId="1945576805">
    <w:abstractNumId w:val="4"/>
  </w:num>
  <w:num w:numId="14" w16cid:durableId="711077652">
    <w:abstractNumId w:val="8"/>
  </w:num>
  <w:num w:numId="15" w16cid:durableId="1518808629">
    <w:abstractNumId w:val="15"/>
  </w:num>
  <w:num w:numId="16" w16cid:durableId="705370725">
    <w:abstractNumId w:val="14"/>
  </w:num>
  <w:num w:numId="17" w16cid:durableId="966082779">
    <w:abstractNumId w:val="6"/>
  </w:num>
  <w:num w:numId="18" w16cid:durableId="8384083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6C11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D785C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4B1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74D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036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24D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0F8"/>
    <w:rsid w:val="00434564"/>
    <w:rsid w:val="004347AA"/>
    <w:rsid w:val="00434A95"/>
    <w:rsid w:val="00435F54"/>
    <w:rsid w:val="00436EB5"/>
    <w:rsid w:val="00436FFA"/>
    <w:rsid w:val="00440265"/>
    <w:rsid w:val="0044234B"/>
    <w:rsid w:val="00442D62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D87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B83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4B30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039"/>
    <w:rsid w:val="00545872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B7BD1"/>
    <w:rsid w:val="006C0117"/>
    <w:rsid w:val="006C0494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8AD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49B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425B"/>
    <w:rsid w:val="00815890"/>
    <w:rsid w:val="00815A72"/>
    <w:rsid w:val="00815B95"/>
    <w:rsid w:val="00815BB5"/>
    <w:rsid w:val="00816C09"/>
    <w:rsid w:val="0082137D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2568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939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9EF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878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68D3"/>
    <w:rsid w:val="00957B41"/>
    <w:rsid w:val="0096062B"/>
    <w:rsid w:val="009609B8"/>
    <w:rsid w:val="00962608"/>
    <w:rsid w:val="00962952"/>
    <w:rsid w:val="0096350C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488B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5A26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0C72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09C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BA4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DFC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2F7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12F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0AA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66A3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6731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2797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2690"/>
    <w:rsid w:val="00E567A5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6DDE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25A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1DF6"/>
    <w:rsid w:val="00FA1E99"/>
    <w:rsid w:val="00FA2A1F"/>
    <w:rsid w:val="00FA38D9"/>
    <w:rsid w:val="00FA40E2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D2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numPr>
        <w:numId w:val="18"/>
      </w:numPr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E488B"/>
    <w:pPr>
      <w:keepNext/>
      <w:keepLines/>
      <w:spacing w:before="360" w:after="240"/>
      <w:outlineLvl w:val="2"/>
    </w:pPr>
    <w:rPr>
      <w:rFonts w:ascii="Calibri Light" w:hAnsi="Calibri Light"/>
      <w:b/>
      <w:sz w:val="28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34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96062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0E3D12-3F1A-47D0-AE63-F78AD7FCA2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29</TotalTime>
  <Pages>13</Pages>
  <Words>463</Words>
  <Characters>2796</Characters>
  <Application>Microsoft Office Word</Application>
  <DocSecurity>0</DocSecurity>
  <Lines>69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3215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Tabuki Teoraata</cp:lastModifiedBy>
  <cp:revision>6</cp:revision>
  <cp:lastPrinted>2019-05-23T01:49:00Z</cp:lastPrinted>
  <dcterms:created xsi:type="dcterms:W3CDTF">2020-07-06T12:55:00Z</dcterms:created>
  <dcterms:modified xsi:type="dcterms:W3CDTF">2025-06-18T00:22:00Z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3470b6fd-8f9a-44f4-aeae-ab180e3babce</vt:lpwstr>
  </property>
</Properties>
</file>